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 xml:space="preserve">Д Е К Л А </w:t>
      </w:r>
      <w:proofErr w:type="gramStart"/>
      <w:r w:rsidRPr="00780F31">
        <w:rPr>
          <w:lang w:val="ru-RU"/>
        </w:rPr>
        <w:t>Р</w:t>
      </w:r>
      <w:proofErr w:type="gramEnd"/>
      <w:r w:rsidRPr="00780F31">
        <w:rPr>
          <w:lang w:val="ru-RU"/>
        </w:rPr>
        <w:t xml:space="preserve">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20071D" w:rsidRDefault="00CD1996" w:rsidP="00CD1996">
      <w:pPr>
        <w:tabs>
          <w:tab w:val="left" w:pos="0"/>
        </w:tabs>
        <w:spacing w:line="360" w:lineRule="auto"/>
        <w:jc w:val="center"/>
        <w:rPr>
          <w:rFonts w:ascii="Times New Roman" w:hAnsi="Times New Roman"/>
          <w:lang w:val="ru-RU"/>
        </w:rPr>
      </w:pPr>
      <w:r w:rsidRPr="0020071D">
        <w:rPr>
          <w:rFonts w:ascii="Times New Roman" w:hAnsi="Times New Roman"/>
          <w:b/>
          <w:bCs/>
          <w:lang w:val="bg-BG"/>
        </w:rPr>
        <w:t>“</w:t>
      </w:r>
      <w:r w:rsidR="0020071D" w:rsidRPr="0020071D">
        <w:rPr>
          <w:rFonts w:ascii="Times New Roman" w:hAnsi="Times New Roman"/>
          <w:b/>
          <w:lang w:val="bg-BG"/>
        </w:rPr>
        <w:t xml:space="preserve">Доставка на камера за инфрачервена </w:t>
      </w:r>
      <w:proofErr w:type="spellStart"/>
      <w:r w:rsidR="0020071D" w:rsidRPr="0020071D">
        <w:rPr>
          <w:rFonts w:ascii="Times New Roman" w:hAnsi="Times New Roman"/>
          <w:b/>
          <w:lang w:val="bg-BG"/>
        </w:rPr>
        <w:t>термовизия</w:t>
      </w:r>
      <w:proofErr w:type="spellEnd"/>
      <w:r w:rsidRPr="0020071D">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календарни дни.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2D06F9"/>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2F9"/>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071D"/>
    <w:rsid w:val="00206108"/>
    <w:rsid w:val="002220DC"/>
    <w:rsid w:val="00226D0D"/>
    <w:rsid w:val="00251545"/>
    <w:rsid w:val="00255984"/>
    <w:rsid w:val="00260D9E"/>
    <w:rsid w:val="0029557C"/>
    <w:rsid w:val="002A1F09"/>
    <w:rsid w:val="002B4282"/>
    <w:rsid w:val="002C15CD"/>
    <w:rsid w:val="002D06F9"/>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E7FE1"/>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83816"/>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36428"/>
    <w:rsid w:val="00A43B1F"/>
    <w:rsid w:val="00A4684A"/>
    <w:rsid w:val="00A47F51"/>
    <w:rsid w:val="00A77857"/>
    <w:rsid w:val="00A841D3"/>
    <w:rsid w:val="00AB5710"/>
    <w:rsid w:val="00AC528C"/>
    <w:rsid w:val="00AC6206"/>
    <w:rsid w:val="00AD12DD"/>
    <w:rsid w:val="00AD4DBC"/>
    <w:rsid w:val="00AD644C"/>
    <w:rsid w:val="00AF3C45"/>
    <w:rsid w:val="00B20A9C"/>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8373C"/>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2738"/>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anmomchilova\Desktop\&#1047;&#1054;&#1055;%2015.04.2016\&#1055;&#1091;&#1073;&#1083;&#1080;&#1095;&#1085;&#1086;%20&#1089;&#1098;&#1089;&#1090;&#1077;&#1079;&#1072;&#1085;&#1080;&#1077;\&#1044;&#1077;&#1082;&#1083;&#1072;&#1088;&#1072;&#1094;&#1080;&#1103;%20&#1095;&#1083;.%2039,%20&#1072;&#1083;.3,%20&#1090;.1,%20&#1086;&#1090;%20&#1055;&#1055;&#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чл. 39, ал.3, т.1, от ППЗОП</Template>
  <TotalTime>17</TotalTime>
  <Pages>1</Pages>
  <Words>151</Words>
  <Characters>862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anmomchilova</dc:creator>
  <cp:lastModifiedBy>anmomchilova</cp:lastModifiedBy>
  <cp:revision>4</cp:revision>
  <cp:lastPrinted>2016-08-23T05:32:00Z</cp:lastPrinted>
  <dcterms:created xsi:type="dcterms:W3CDTF">2017-03-22T12:37:00Z</dcterms:created>
  <dcterms:modified xsi:type="dcterms:W3CDTF">2017-04-04T06:43:00Z</dcterms:modified>
</cp:coreProperties>
</file>